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42729" w14:paraId="03F31BBF" w14:textId="77777777" w:rsidTr="00AA1123">
        <w:tc>
          <w:tcPr>
            <w:tcW w:w="2689" w:type="dxa"/>
          </w:tcPr>
          <w:p w14:paraId="3E78EA0C" w14:textId="77777777" w:rsidR="00742729" w:rsidRPr="00742729" w:rsidRDefault="00742729" w:rsidP="00742729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3FB7A99F" w14:textId="77777777" w:rsidR="00742729" w:rsidRPr="00742729" w:rsidRDefault="00742729" w:rsidP="00742729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742729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6FC1215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29177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1BF7B0D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F36199">
              <w:t>20</w:t>
            </w:r>
            <w:r w:rsidR="00AC520F">
              <w:t>2</w:t>
            </w:r>
          </w:p>
        </w:tc>
        <w:tc>
          <w:tcPr>
            <w:tcW w:w="3604" w:type="pct"/>
            <w:shd w:val="clear" w:color="auto" w:fill="auto"/>
          </w:tcPr>
          <w:p w14:paraId="68240ED7" w14:textId="024C1590" w:rsidR="00F1480E" w:rsidRPr="000754EC" w:rsidRDefault="00AC520F" w:rsidP="000754EC">
            <w:pPr>
              <w:pStyle w:val="SIUnittitle"/>
            </w:pPr>
            <w:r w:rsidRPr="00AC520F">
              <w:t>Construct low-profile timber or modular retaining walls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EEC19F" w14:textId="77777777" w:rsidR="00E02F86" w:rsidRPr="00E02F86" w:rsidRDefault="00E02F86" w:rsidP="00E02F86">
            <w:pPr>
              <w:pStyle w:val="SIText"/>
            </w:pPr>
            <w:r w:rsidRPr="00AC520F">
              <w:t>This unit of competency describes the skills and knowledge required to construct low-profile timber or modular retaining walls</w:t>
            </w:r>
            <w:r w:rsidRPr="00E02F86">
              <w:t xml:space="preserve"> in landscape settings, including preparing for work, marking out site, preparing footings, installing wall </w:t>
            </w:r>
            <w:proofErr w:type="gramStart"/>
            <w:r w:rsidRPr="00E02F86">
              <w:t>components</w:t>
            </w:r>
            <w:proofErr w:type="gramEnd"/>
            <w:r w:rsidRPr="00E02F86">
              <w:t xml:space="preserve"> and cleaning up site.</w:t>
            </w:r>
          </w:p>
          <w:p w14:paraId="0186ADC2" w14:textId="77777777" w:rsidR="00E02F86" w:rsidRPr="00AC520F" w:rsidRDefault="00E02F86" w:rsidP="00E02F86">
            <w:pPr>
              <w:pStyle w:val="SIText"/>
            </w:pPr>
          </w:p>
          <w:p w14:paraId="26C49969" w14:textId="77777777" w:rsidR="00E02F86" w:rsidRPr="00E02F86" w:rsidRDefault="00E02F86" w:rsidP="00E02F86">
            <w:pPr>
              <w:pStyle w:val="SIText"/>
            </w:pPr>
            <w:r w:rsidRPr="00AC520F">
              <w:t>Th</w:t>
            </w:r>
            <w:r w:rsidRPr="00E02F86">
              <w:t>e unit applies to individuals who construct low-profile timber or modular retaining walls under general supervision with limited autonomy or accountability.</w:t>
            </w:r>
          </w:p>
          <w:p w14:paraId="48753D28" w14:textId="77777777" w:rsidR="00AC520F" w:rsidRPr="00AC520F" w:rsidRDefault="00AC520F" w:rsidP="00AC520F">
            <w:pPr>
              <w:pStyle w:val="SIText"/>
            </w:pPr>
          </w:p>
          <w:p w14:paraId="034C6C33" w14:textId="5B38B640" w:rsidR="00373436" w:rsidRPr="000754EC" w:rsidRDefault="00AC520F">
            <w:pPr>
              <w:pStyle w:val="SIText"/>
            </w:pPr>
            <w:r w:rsidRPr="00AC520F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3FD512B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C520F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0E2DBE8" w:rsidR="00AC520F" w:rsidRPr="00AC520F" w:rsidRDefault="00AC520F" w:rsidP="00AC520F">
            <w:pPr>
              <w:pStyle w:val="SIText"/>
            </w:pPr>
            <w:r w:rsidRPr="00AC520F">
              <w:t>1. Plan and prepare work</w:t>
            </w:r>
          </w:p>
        </w:tc>
        <w:tc>
          <w:tcPr>
            <w:tcW w:w="3604" w:type="pct"/>
            <w:shd w:val="clear" w:color="auto" w:fill="auto"/>
          </w:tcPr>
          <w:p w14:paraId="3A240F0C" w14:textId="1209F2B1" w:rsidR="00AC520F" w:rsidRPr="00AC520F" w:rsidRDefault="00AC520F" w:rsidP="00AC520F">
            <w:r w:rsidRPr="00AC520F">
              <w:t>1.1 Read work instructions relating to constructing the retaining wall and confirm with supervisor</w:t>
            </w:r>
          </w:p>
          <w:p w14:paraId="14620293" w14:textId="2F3BC82A" w:rsidR="00AC520F" w:rsidRPr="00AC520F" w:rsidRDefault="00AC520F" w:rsidP="00AC520F">
            <w:r w:rsidRPr="00AC520F">
              <w:t xml:space="preserve">1.2 Prepare </w:t>
            </w:r>
            <w:r w:rsidR="00E02F86">
              <w:t xml:space="preserve">and use </w:t>
            </w:r>
            <w:r w:rsidRPr="00AC520F">
              <w:t>tools and equipment according to supervisor instructions</w:t>
            </w:r>
          </w:p>
          <w:p w14:paraId="0F097242" w14:textId="32BE4C7F" w:rsidR="00AC520F" w:rsidRPr="00AC520F" w:rsidRDefault="00AC520F" w:rsidP="00AC520F">
            <w:r w:rsidRPr="00AC520F">
              <w:t xml:space="preserve">1.3 </w:t>
            </w:r>
            <w:r w:rsidR="00F71442" w:rsidRPr="00AC520F">
              <w:t xml:space="preserve">Check </w:t>
            </w:r>
            <w:r w:rsidR="00F71442" w:rsidRPr="00F71442">
              <w:t>and confirm quantity and quality of materials according to job plan requirements</w:t>
            </w:r>
          </w:p>
          <w:p w14:paraId="787111EF" w14:textId="3B7348D4" w:rsidR="00AC520F" w:rsidRPr="00AC520F" w:rsidRDefault="00AC520F" w:rsidP="00AC520F">
            <w:r w:rsidRPr="00AC520F">
              <w:t xml:space="preserve">1.4 </w:t>
            </w:r>
            <w:r w:rsidR="00F71442" w:rsidRPr="00AC520F">
              <w:t xml:space="preserve">Identify </w:t>
            </w:r>
            <w:r w:rsidR="00F71442" w:rsidRPr="00F71442">
              <w:t>manual handling and work</w:t>
            </w:r>
            <w:r w:rsidR="00F71442">
              <w:t>place</w:t>
            </w:r>
            <w:r w:rsidR="00F71442" w:rsidRPr="00F71442">
              <w:t xml:space="preserve"> health and safety hazards</w:t>
            </w:r>
            <w:r w:rsidR="002F3FFA">
              <w:t>, assess risks and report</w:t>
            </w:r>
            <w:r w:rsidR="00F71442" w:rsidRPr="00F71442">
              <w:t xml:space="preserve"> to supervisor</w:t>
            </w:r>
          </w:p>
          <w:p w14:paraId="24C9F45D" w14:textId="2208132F" w:rsidR="00AC520F" w:rsidRPr="00AC520F" w:rsidRDefault="00AC520F" w:rsidP="00AC520F">
            <w:r w:rsidRPr="00AC520F">
              <w:t xml:space="preserve">1.5 </w:t>
            </w:r>
            <w:r w:rsidR="00F71442" w:rsidRPr="00AC520F">
              <w:t xml:space="preserve">Select, </w:t>
            </w:r>
            <w:r w:rsidR="00F71442" w:rsidRPr="00F71442">
              <w:t xml:space="preserve">fit, </w:t>
            </w:r>
            <w:proofErr w:type="gramStart"/>
            <w:r w:rsidR="00F71442" w:rsidRPr="00F71442">
              <w:t>use</w:t>
            </w:r>
            <w:proofErr w:type="gramEnd"/>
            <w:r w:rsidR="00F71442" w:rsidRPr="00F71442">
              <w:t xml:space="preserve"> and maintain personal protective equipment (PPE) applicable to the task</w:t>
            </w:r>
          </w:p>
          <w:p w14:paraId="1696B99B" w14:textId="72B0550C" w:rsidR="00AC520F" w:rsidRPr="00AC520F" w:rsidRDefault="00AC520F" w:rsidP="00AC520F">
            <w:r w:rsidRPr="00AC520F">
              <w:t>1.6 Locate and mark out services</w:t>
            </w:r>
          </w:p>
        </w:tc>
      </w:tr>
      <w:tr w:rsidR="00AC520F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3721383" w:rsidR="00AC520F" w:rsidRPr="00AC520F" w:rsidRDefault="00AC520F" w:rsidP="00AC520F">
            <w:pPr>
              <w:pStyle w:val="SIText"/>
            </w:pPr>
            <w:r w:rsidRPr="00AC520F">
              <w:t>2. Mark out site for retaining wall</w:t>
            </w:r>
          </w:p>
        </w:tc>
        <w:tc>
          <w:tcPr>
            <w:tcW w:w="3604" w:type="pct"/>
            <w:shd w:val="clear" w:color="auto" w:fill="auto"/>
          </w:tcPr>
          <w:p w14:paraId="20F4F0F2" w14:textId="2AD4AB8C" w:rsidR="00AC520F" w:rsidRPr="00AC520F" w:rsidRDefault="00AC520F" w:rsidP="00AC520F">
            <w:r w:rsidRPr="00AC520F">
              <w:t>2.1 Mark out the position of the retaining wall according to site plan</w:t>
            </w:r>
          </w:p>
          <w:p w14:paraId="6FCC431C" w14:textId="3BC5D98D" w:rsidR="00AC520F" w:rsidRPr="00AC520F" w:rsidRDefault="00AC520F" w:rsidP="00AC520F">
            <w:r w:rsidRPr="00AC520F">
              <w:t>2.2 Determine location and depth of excavations</w:t>
            </w:r>
            <w:r w:rsidR="001D69D3">
              <w:t xml:space="preserve"> according to supervisor instructions</w:t>
            </w:r>
          </w:p>
          <w:p w14:paraId="0A378927" w14:textId="64BAAF93" w:rsidR="00AC520F" w:rsidRPr="00AC520F" w:rsidRDefault="00AC520F" w:rsidP="00AC520F">
            <w:r w:rsidRPr="00AC520F">
              <w:t xml:space="preserve">2.3 Establish profiles </w:t>
            </w:r>
            <w:r w:rsidR="007B5864">
              <w:t>according</w:t>
            </w:r>
            <w:r w:rsidRPr="00AC520F">
              <w:t xml:space="preserve"> to designated tolerances</w:t>
            </w:r>
          </w:p>
          <w:p w14:paraId="6BB72E57" w14:textId="0F9559F0" w:rsidR="00AC520F" w:rsidRPr="00AC520F" w:rsidRDefault="00AC520F" w:rsidP="00AC520F">
            <w:pPr>
              <w:pStyle w:val="SIText"/>
            </w:pPr>
            <w:r w:rsidRPr="00AC520F">
              <w:t>2.4 Establish survey benchmarks</w:t>
            </w:r>
          </w:p>
        </w:tc>
      </w:tr>
      <w:tr w:rsidR="00AC520F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CD0F9DF" w:rsidR="00AC520F" w:rsidRPr="00AC520F" w:rsidRDefault="00AC520F" w:rsidP="00AC520F">
            <w:pPr>
              <w:pStyle w:val="SIText"/>
            </w:pPr>
            <w:r w:rsidRPr="00AC520F">
              <w:t>3. Prepare footings according to industry standards</w:t>
            </w:r>
          </w:p>
        </w:tc>
        <w:tc>
          <w:tcPr>
            <w:tcW w:w="3604" w:type="pct"/>
            <w:shd w:val="clear" w:color="auto" w:fill="auto"/>
          </w:tcPr>
          <w:p w14:paraId="01B8BA09" w14:textId="75D6CF5E" w:rsidR="00AC520F" w:rsidRPr="00AC520F" w:rsidRDefault="00AC520F" w:rsidP="00AC520F">
            <w:r w:rsidRPr="00AC520F">
              <w:t xml:space="preserve">3.1 Excavate </w:t>
            </w:r>
            <w:r w:rsidR="007B5864">
              <w:t xml:space="preserve">retaining wall </w:t>
            </w:r>
            <w:r w:rsidRPr="00AC520F">
              <w:t xml:space="preserve">foundations to required depth and dimensions </w:t>
            </w:r>
            <w:r w:rsidR="007B5864">
              <w:t>according to</w:t>
            </w:r>
            <w:r w:rsidRPr="00AC520F">
              <w:t xml:space="preserve"> site plans</w:t>
            </w:r>
          </w:p>
          <w:p w14:paraId="26C59C0D" w14:textId="4CDE4ED2" w:rsidR="00AC520F" w:rsidRPr="00AC520F" w:rsidRDefault="00AC520F" w:rsidP="00AC520F">
            <w:r w:rsidRPr="00AC520F">
              <w:t xml:space="preserve">3.2 Remove </w:t>
            </w:r>
            <w:r w:rsidR="007B5864">
              <w:t xml:space="preserve">and stockpile </w:t>
            </w:r>
            <w:r w:rsidRPr="00AC520F">
              <w:t>soil and waste material to ensure a safe working area</w:t>
            </w:r>
          </w:p>
          <w:p w14:paraId="06005BB8" w14:textId="77777777" w:rsidR="00AC520F" w:rsidRPr="00AC520F" w:rsidRDefault="00AC520F" w:rsidP="00AC520F">
            <w:r w:rsidRPr="00AC520F">
              <w:t>3.3 Locate reinforcing or steps in the excavated site and position accordingly</w:t>
            </w:r>
          </w:p>
          <w:p w14:paraId="56CB66C7" w14:textId="77777777" w:rsidR="00AC520F" w:rsidRPr="00AC520F" w:rsidRDefault="00AC520F" w:rsidP="00AC520F">
            <w:r w:rsidRPr="00AC520F">
              <w:t>3.4 Position pegs to maintain levels of even depth and horizontal plane to the top of footings</w:t>
            </w:r>
          </w:p>
          <w:p w14:paraId="7C104250" w14:textId="0782A9EE" w:rsidR="00AC520F" w:rsidRPr="00AC520F" w:rsidRDefault="00AC520F" w:rsidP="00AC520F">
            <w:pPr>
              <w:pStyle w:val="SIText"/>
            </w:pPr>
            <w:r w:rsidRPr="00AC520F">
              <w:t>3.5 Place, consolidate and finish footings to determined levels, to ensure coverage of reinforcement</w:t>
            </w:r>
          </w:p>
        </w:tc>
      </w:tr>
      <w:tr w:rsidR="00AC520F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0DD8F573" w:rsidR="00AC520F" w:rsidRPr="00AC520F" w:rsidRDefault="00AC520F" w:rsidP="00AC520F">
            <w:pPr>
              <w:pStyle w:val="SIText"/>
            </w:pPr>
            <w:r w:rsidRPr="00AC520F">
              <w:lastRenderedPageBreak/>
              <w:t>4. Prepare and install retaining wall components</w:t>
            </w:r>
          </w:p>
        </w:tc>
        <w:tc>
          <w:tcPr>
            <w:tcW w:w="3604" w:type="pct"/>
            <w:shd w:val="clear" w:color="auto" w:fill="auto"/>
          </w:tcPr>
          <w:p w14:paraId="3F110F1F" w14:textId="77777777" w:rsidR="00AC520F" w:rsidRPr="00AC520F" w:rsidRDefault="00AC520F" w:rsidP="00AC520F">
            <w:r w:rsidRPr="00AC520F">
              <w:t>4.1 Prepare and lay out components for installation</w:t>
            </w:r>
          </w:p>
          <w:p w14:paraId="0C7DE13F" w14:textId="77777777" w:rsidR="00AC520F" w:rsidRPr="00AC520F" w:rsidRDefault="00AC520F" w:rsidP="00AC520F">
            <w:r w:rsidRPr="00AC520F">
              <w:t>4.2 Mark components to be cut to length and shape, and cut to the requirements of profiles already established</w:t>
            </w:r>
          </w:p>
          <w:p w14:paraId="02C5F732" w14:textId="06953ABB" w:rsidR="001D69D3" w:rsidRDefault="00AC520F" w:rsidP="00AC520F">
            <w:r w:rsidRPr="00AC520F">
              <w:t xml:space="preserve">4.3 </w:t>
            </w:r>
            <w:r w:rsidR="001D69D3" w:rsidRPr="00AC520F">
              <w:t>Construct base layer of retaining wall to a point above the top of the drainage media and form weep holes where indicate</w:t>
            </w:r>
            <w:r w:rsidR="001D69D3">
              <w:t>d</w:t>
            </w:r>
          </w:p>
          <w:p w14:paraId="5436DE37" w14:textId="3ABDC88F" w:rsidR="00AC520F" w:rsidRPr="00AC520F" w:rsidRDefault="001D69D3" w:rsidP="00AC520F">
            <w:r>
              <w:t xml:space="preserve">4.4 Install </w:t>
            </w:r>
            <w:r w:rsidR="00B641E1">
              <w:t>protective</w:t>
            </w:r>
            <w:r>
              <w:t xml:space="preserve"> membrane as specified in site plan</w:t>
            </w:r>
          </w:p>
          <w:p w14:paraId="57F7C3E3" w14:textId="73D9A848" w:rsidR="00AC520F" w:rsidRPr="00AC520F" w:rsidRDefault="00AC520F" w:rsidP="00AC520F">
            <w:r w:rsidRPr="00AC520F">
              <w:t>4.</w:t>
            </w:r>
            <w:r w:rsidR="001D69D3">
              <w:t>5</w:t>
            </w:r>
            <w:r w:rsidRPr="00AC520F">
              <w:t xml:space="preserve"> </w:t>
            </w:r>
            <w:r w:rsidR="001D69D3" w:rsidRPr="00AC520F">
              <w:t>Install drainage media</w:t>
            </w:r>
            <w:r w:rsidR="006E30B7">
              <w:t xml:space="preserve"> and material as specified in site plan</w:t>
            </w:r>
          </w:p>
          <w:p w14:paraId="5722C87C" w14:textId="1F59097F" w:rsidR="00AC520F" w:rsidRPr="00AC520F" w:rsidRDefault="00AC520F" w:rsidP="00AC520F">
            <w:r w:rsidRPr="00AC520F">
              <w:t>4.</w:t>
            </w:r>
            <w:r w:rsidR="001D69D3">
              <w:t>6</w:t>
            </w:r>
            <w:r w:rsidRPr="00AC520F">
              <w:t xml:space="preserve"> Back-fill and compact fill material behind base of retaining wall</w:t>
            </w:r>
          </w:p>
          <w:p w14:paraId="6C7221E6" w14:textId="3F4A270C" w:rsidR="00AC520F" w:rsidRPr="00AC520F" w:rsidRDefault="00AC520F" w:rsidP="00AC520F">
            <w:r w:rsidRPr="00AC520F">
              <w:t>4.</w:t>
            </w:r>
            <w:r w:rsidR="001D69D3">
              <w:t>7</w:t>
            </w:r>
            <w:r w:rsidRPr="00AC520F">
              <w:t xml:space="preserve"> Construct retaining wall components to required dimensions, profiles and levels as specified on the site plan</w:t>
            </w:r>
          </w:p>
          <w:p w14:paraId="46697E37" w14:textId="1AC8C729" w:rsidR="00AC520F" w:rsidRPr="00AC520F" w:rsidRDefault="00AC520F" w:rsidP="00AC520F">
            <w:r w:rsidRPr="00AC520F">
              <w:t>4.</w:t>
            </w:r>
            <w:r w:rsidR="001D69D3">
              <w:t>8</w:t>
            </w:r>
            <w:r w:rsidRPr="00AC520F">
              <w:t xml:space="preserve"> Set capping to top of retaining wall to specified levels with a tolerance appropriate to the style of capping</w:t>
            </w:r>
          </w:p>
        </w:tc>
      </w:tr>
      <w:tr w:rsidR="00AC520F" w:rsidRPr="00963A46" w14:paraId="23021A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78F740" w14:textId="0B19EA1C" w:rsidR="00AC520F" w:rsidRPr="00AC520F" w:rsidRDefault="00AC520F" w:rsidP="00AC520F">
            <w:pPr>
              <w:pStyle w:val="SIText"/>
            </w:pPr>
            <w:r w:rsidRPr="00AC520F">
              <w:t>5. Clean up site and store tools and equipment</w:t>
            </w:r>
          </w:p>
        </w:tc>
        <w:tc>
          <w:tcPr>
            <w:tcW w:w="3604" w:type="pct"/>
            <w:shd w:val="clear" w:color="auto" w:fill="auto"/>
          </w:tcPr>
          <w:p w14:paraId="7C36F3C8" w14:textId="238D3488" w:rsidR="00AC520F" w:rsidRPr="00AC520F" w:rsidRDefault="00AC520F" w:rsidP="00AC520F">
            <w:r w:rsidRPr="00AC520F">
              <w:t>5.1 Dispose of or recycle soil and waste material from the site</w:t>
            </w:r>
          </w:p>
          <w:p w14:paraId="63334806" w14:textId="77777777" w:rsidR="00AC520F" w:rsidRPr="00AC520F" w:rsidRDefault="00AC520F" w:rsidP="00AC520F">
            <w:r w:rsidRPr="00AC520F">
              <w:t>5.2 Store and stack unused construction materials for future re-use</w:t>
            </w:r>
          </w:p>
          <w:p w14:paraId="3BC808EE" w14:textId="7B250791" w:rsidR="00AC520F" w:rsidRDefault="00AC520F" w:rsidP="00AC520F">
            <w:r w:rsidRPr="00AC520F">
              <w:t>5.3 Clean</w:t>
            </w:r>
            <w:r w:rsidR="007B5864">
              <w:t>, maintain</w:t>
            </w:r>
            <w:r w:rsidRPr="00AC520F">
              <w:t xml:space="preserve"> and store tools and equipment</w:t>
            </w:r>
          </w:p>
          <w:p w14:paraId="43B21CA7" w14:textId="530AEC57" w:rsidR="007B5864" w:rsidRPr="00AC520F" w:rsidRDefault="007B5864" w:rsidP="00AC520F">
            <w:r>
              <w:t>5.4 Report work outcomes and malfunctions, faults</w:t>
            </w:r>
            <w:r w:rsidR="00B327D4">
              <w:t>,</w:t>
            </w:r>
            <w:r>
              <w:t xml:space="preserve"> </w:t>
            </w:r>
            <w:proofErr w:type="gramStart"/>
            <w:r>
              <w:t>wear</w:t>
            </w:r>
            <w:proofErr w:type="gramEnd"/>
            <w:r>
              <w:t xml:space="preserve"> or damage of tools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0F4EB7C4" w:rsidR="00DA54B5" w:rsidRPr="00E601DA" w:rsidRDefault="007B5864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5BAFB07" w14:textId="72147D8B" w:rsidR="00DA54B5" w:rsidRPr="00204A8D" w:rsidRDefault="007B5864" w:rsidP="00204A8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 xml:space="preserve">Use clear language </w:t>
            </w:r>
            <w:r w:rsidR="00204A8D" w:rsidRPr="00204A8D">
              <w:rPr>
                <w:rStyle w:val="SITemporaryText-red"/>
                <w:rFonts w:eastAsia="Calibri"/>
                <w:color w:val="auto"/>
                <w:sz w:val="20"/>
              </w:rPr>
              <w:t xml:space="preserve">and standard industry terminology </w:t>
            </w:r>
            <w:r w:rsidRPr="00204A8D">
              <w:rPr>
                <w:rStyle w:val="SITemporaryText-red"/>
                <w:color w:val="auto"/>
                <w:sz w:val="20"/>
              </w:rPr>
              <w:t>to report malfunctions, faults</w:t>
            </w:r>
            <w:r w:rsidR="00B327D4" w:rsidRPr="00204A8D">
              <w:rPr>
                <w:rStyle w:val="SITemporaryText-red"/>
                <w:color w:val="auto"/>
                <w:sz w:val="20"/>
              </w:rPr>
              <w:t>,</w:t>
            </w:r>
            <w:r w:rsidRPr="00204A8D">
              <w:rPr>
                <w:rStyle w:val="SITemporaryText-red"/>
                <w:color w:val="auto"/>
                <w:sz w:val="20"/>
              </w:rPr>
              <w:t xml:space="preserve"> </w:t>
            </w:r>
            <w:proofErr w:type="gramStart"/>
            <w:r w:rsidRPr="00204A8D">
              <w:rPr>
                <w:rStyle w:val="SITemporaryText-red"/>
                <w:color w:val="auto"/>
                <w:sz w:val="20"/>
              </w:rPr>
              <w:t>wear</w:t>
            </w:r>
            <w:proofErr w:type="gramEnd"/>
            <w:r w:rsidRPr="00204A8D">
              <w:rPr>
                <w:rStyle w:val="SITemporaryText-red"/>
                <w:color w:val="auto"/>
                <w:sz w:val="20"/>
              </w:rPr>
              <w:t xml:space="preserve"> or damage to tools</w:t>
            </w:r>
          </w:p>
          <w:p w14:paraId="1B7CC730" w14:textId="4B14F47F" w:rsidR="007B5864" w:rsidRPr="00E02F86" w:rsidRDefault="00F864A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04A8D">
              <w:rPr>
                <w:rStyle w:val="SITemporaryText-red"/>
                <w:color w:val="auto"/>
                <w:sz w:val="20"/>
              </w:rPr>
              <w:t>Participate in verbal exchanges to respond to questions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1AF37D9C" w14:textId="77777777" w:rsidR="00DA54B5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AHCLSC202 Construct low-profile timber or modular retaining walls</w:t>
            </w:r>
          </w:p>
          <w:p w14:paraId="09E49E25" w14:textId="0A2683AC" w:rsidR="00F864AB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Release 2</w:t>
            </w:r>
          </w:p>
        </w:tc>
        <w:tc>
          <w:tcPr>
            <w:tcW w:w="1105" w:type="pct"/>
          </w:tcPr>
          <w:p w14:paraId="6E840CD3" w14:textId="77777777" w:rsidR="00DA54B5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AHCLSC202 Construct low-profile timber or modular retaining walls</w:t>
            </w:r>
          </w:p>
          <w:p w14:paraId="2293AA64" w14:textId="32AEB9DF" w:rsidR="00F864AB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176C2534" w14:textId="77777777" w:rsidR="00DA54B5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D0B49D2" w14:textId="77777777" w:rsidR="00F864AB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Minor changes to performance criteria</w:t>
            </w:r>
          </w:p>
          <w:p w14:paraId="765877AC" w14:textId="77777777" w:rsidR="00F864AB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5CB6971E" w:rsidR="00F864AB" w:rsidRPr="00E601DA" w:rsidRDefault="00F864AB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3A5C0F34" w:rsidR="00DA54B5" w:rsidRPr="00E02F86" w:rsidRDefault="00DA54B5" w:rsidP="00E02F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F86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00A261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431B29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C520F" w:rsidRPr="00AC520F">
              <w:t>AHCLSC202 Construct low-profile timber or modular retaining walls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E02F86">
        <w:trPr>
          <w:trHeight w:val="2726"/>
        </w:trPr>
        <w:tc>
          <w:tcPr>
            <w:tcW w:w="5000" w:type="pct"/>
            <w:gridSpan w:val="2"/>
            <w:shd w:val="clear" w:color="auto" w:fill="auto"/>
          </w:tcPr>
          <w:p w14:paraId="6C52247C" w14:textId="56A02E6D" w:rsidR="00DA54B5" w:rsidRPr="00E02F86" w:rsidRDefault="00DA54B5" w:rsidP="00E02F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F86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E02F86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E02F86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36982550" w:rsidR="00DA54B5" w:rsidRPr="001D69D3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F86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E02F86" w:rsidRPr="001D69D3">
              <w:rPr>
                <w:rStyle w:val="SITemporaryText-red"/>
                <w:color w:val="auto"/>
                <w:sz w:val="20"/>
              </w:rPr>
              <w:t>constructed</w:t>
            </w:r>
            <w:r w:rsidR="001D69D3" w:rsidRPr="00FE1904">
              <w:rPr>
                <w:rStyle w:val="SITemporaryText-red"/>
                <w:color w:val="auto"/>
                <w:sz w:val="20"/>
              </w:rPr>
              <w:t xml:space="preserve"> at least one</w:t>
            </w:r>
            <w:r w:rsidR="00E02F86" w:rsidRPr="001D69D3">
              <w:rPr>
                <w:rStyle w:val="SITemporaryText-red"/>
                <w:color w:val="auto"/>
                <w:sz w:val="20"/>
              </w:rPr>
              <w:t xml:space="preserve"> low-profile timber </w:t>
            </w:r>
            <w:r w:rsidR="001D69D3" w:rsidRPr="00FE1904">
              <w:rPr>
                <w:rStyle w:val="SITemporaryText-red"/>
                <w:color w:val="auto"/>
                <w:sz w:val="20"/>
              </w:rPr>
              <w:t>and one</w:t>
            </w:r>
            <w:r w:rsidR="00E02F86" w:rsidRPr="001D69D3">
              <w:rPr>
                <w:rStyle w:val="SITemporaryText-red"/>
                <w:color w:val="auto"/>
                <w:sz w:val="20"/>
              </w:rPr>
              <w:t xml:space="preserve"> modular retaining wall and has</w:t>
            </w:r>
            <w:r w:rsidRPr="001D69D3">
              <w:rPr>
                <w:rStyle w:val="SITemporaryText-red"/>
                <w:color w:val="auto"/>
                <w:sz w:val="20"/>
              </w:rPr>
              <w:t>:</w:t>
            </w:r>
          </w:p>
          <w:p w14:paraId="681E25C7" w14:textId="2D49DFB6" w:rsidR="00AC520F" w:rsidRPr="00E601DA" w:rsidRDefault="00AC520F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read and interpret</w:t>
            </w:r>
            <w:r w:rsidR="00F864AB" w:rsidRPr="00E601DA">
              <w:rPr>
                <w:rStyle w:val="SITemporaryText-red"/>
                <w:color w:val="auto"/>
                <w:sz w:val="20"/>
              </w:rPr>
              <w:t>ed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site and construction plans</w:t>
            </w:r>
          </w:p>
          <w:p w14:paraId="44BDC47A" w14:textId="7A95B1CB" w:rsidR="00F71442" w:rsidRPr="00F71442" w:rsidRDefault="00F71442" w:rsidP="00F7144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71442">
              <w:rPr>
                <w:rStyle w:val="SITemporaryText-red"/>
                <w:color w:val="auto"/>
                <w:sz w:val="20"/>
              </w:rPr>
              <w:t>applied workplace health and safety requirements</w:t>
            </w:r>
          </w:p>
          <w:p w14:paraId="6E3E2EAE" w14:textId="1479F4FC" w:rsidR="00AC520F" w:rsidRPr="00E601DA" w:rsidRDefault="00AC520F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864AB">
              <w:rPr>
                <w:rStyle w:val="SITemporaryText-red"/>
                <w:color w:val="auto"/>
                <w:sz w:val="20"/>
              </w:rPr>
              <w:t>calculate</w:t>
            </w:r>
            <w:r w:rsidR="00F864AB" w:rsidRPr="00E601DA">
              <w:rPr>
                <w:rStyle w:val="SITemporaryText-red"/>
                <w:color w:val="auto"/>
                <w:sz w:val="20"/>
              </w:rPr>
              <w:t>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materials required and mark</w:t>
            </w:r>
            <w:r w:rsidR="00F864AB" w:rsidRPr="00E601DA">
              <w:rPr>
                <w:rStyle w:val="SITemporaryText-red"/>
                <w:color w:val="auto"/>
                <w:sz w:val="20"/>
              </w:rPr>
              <w:t>ed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out the area to be retained</w:t>
            </w:r>
          </w:p>
          <w:p w14:paraId="6291C1D8" w14:textId="08D27859" w:rsidR="00AC520F" w:rsidRPr="00E601DA" w:rsidRDefault="00AC520F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mark</w:t>
            </w:r>
            <w:r w:rsidR="00F864AB" w:rsidRPr="00E601DA">
              <w:rPr>
                <w:rStyle w:val="SITemporaryText-red"/>
                <w:color w:val="auto"/>
                <w:sz w:val="20"/>
              </w:rPr>
              <w:t>ed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out the site and assemble</w:t>
            </w:r>
            <w:r w:rsidR="00F864AB" w:rsidRPr="00E601DA">
              <w:rPr>
                <w:rStyle w:val="SITemporaryText-red"/>
                <w:color w:val="auto"/>
                <w:sz w:val="20"/>
              </w:rPr>
              <w:t>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materials</w:t>
            </w:r>
          </w:p>
          <w:p w14:paraId="0CC66665" w14:textId="5BD2AA1C" w:rsidR="00AC520F" w:rsidRPr="002F7D52" w:rsidRDefault="00AC520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F7D52">
              <w:rPr>
                <w:rStyle w:val="SITemporaryText-red"/>
                <w:color w:val="auto"/>
                <w:sz w:val="20"/>
              </w:rPr>
              <w:t>cons</w:t>
            </w:r>
            <w:r w:rsidR="002F7D52" w:rsidRPr="00FE1904">
              <w:rPr>
                <w:rStyle w:val="SITemporaryText-red"/>
                <w:color w:val="auto"/>
                <w:sz w:val="20"/>
              </w:rPr>
              <w:t>olidated base material</w:t>
            </w:r>
          </w:p>
          <w:p w14:paraId="6B4F4FB3" w14:textId="70A7BB41" w:rsidR="001D69D3" w:rsidRDefault="001D69D3" w:rsidP="001D69D3">
            <w:pPr>
              <w:pStyle w:val="SIBulletList1"/>
            </w:pPr>
            <w:r>
              <w:t xml:space="preserve">installed </w:t>
            </w:r>
            <w:r w:rsidR="00B641E1">
              <w:t>protective</w:t>
            </w:r>
            <w:r>
              <w:t xml:space="preserve"> memb</w:t>
            </w:r>
            <w:r w:rsidRPr="001D69D3">
              <w:t>rane</w:t>
            </w:r>
            <w:r>
              <w:t xml:space="preserve"> as specified</w:t>
            </w:r>
          </w:p>
          <w:p w14:paraId="3252EBE3" w14:textId="1A135C72" w:rsidR="00AC520F" w:rsidRPr="00E601DA" w:rsidRDefault="00AC520F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construct</w:t>
            </w:r>
            <w:r w:rsidR="00F864AB" w:rsidRPr="00E601DA">
              <w:rPr>
                <w:rStyle w:val="SITemporaryText-red"/>
                <w:color w:val="auto"/>
                <w:sz w:val="20"/>
              </w:rPr>
              <w:t>ed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retaining walls as specified</w:t>
            </w:r>
          </w:p>
          <w:p w14:paraId="17FEFF96" w14:textId="2E0DE78D" w:rsidR="00311448" w:rsidRDefault="00AC520F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clear</w:t>
            </w:r>
            <w:r w:rsidR="00F864AB" w:rsidRPr="00E601DA">
              <w:rPr>
                <w:rStyle w:val="SITemporaryText-red"/>
                <w:color w:val="auto"/>
                <w:sz w:val="20"/>
              </w:rPr>
              <w:t>ed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up the site and dispose</w:t>
            </w:r>
            <w:r w:rsidR="00F864AB" w:rsidRPr="00E601DA">
              <w:rPr>
                <w:rStyle w:val="SITemporaryText-red"/>
                <w:color w:val="auto"/>
                <w:sz w:val="20"/>
              </w:rPr>
              <w:t>d</w:t>
            </w:r>
            <w:r w:rsidRPr="00E601DA">
              <w:rPr>
                <w:rStyle w:val="SITemporaryText-red"/>
                <w:color w:val="auto"/>
                <w:sz w:val="20"/>
              </w:rPr>
              <w:t xml:space="preserve"> of waste</w:t>
            </w:r>
          </w:p>
          <w:p w14:paraId="3F4E2EAA" w14:textId="6E056FB5" w:rsidR="00556C4C" w:rsidRPr="000754EC" w:rsidRDefault="00311448" w:rsidP="00311448">
            <w:pPr>
              <w:pStyle w:val="SIBulletList1"/>
            </w:pPr>
            <w:r w:rsidRPr="00311448">
              <w:t xml:space="preserve">reported </w:t>
            </w:r>
            <w:r w:rsidRPr="00D90BC1">
              <w:rPr>
                <w:rStyle w:val="SITemporaryText-red"/>
                <w:color w:val="auto"/>
                <w:sz w:val="20"/>
              </w:rPr>
              <w:t xml:space="preserve">low-profile timber or modular retaining wall construction </w:t>
            </w:r>
            <w:r w:rsidRPr="00311448">
              <w:t>operations and unserviceable tools and equipment</w:t>
            </w:r>
            <w:r w:rsidR="00F864AB" w:rsidRPr="00E601DA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E02F86" w:rsidRDefault="00DA54B5" w:rsidP="00E02F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2F8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4490F6D" w14:textId="700AB9C6" w:rsidR="00F71442" w:rsidRDefault="00F71442" w:rsidP="00AC520F">
            <w:pPr>
              <w:pStyle w:val="SIBulletList1"/>
            </w:pPr>
            <w:r>
              <w:t>workplace requirements applicable to health and safety in the workplace for constructing low-profile timber or modular retaining walls</w:t>
            </w:r>
            <w:r w:rsidR="00311448">
              <w:t>,</w:t>
            </w:r>
            <w:r>
              <w:t xml:space="preserve"> including appropriate use of personal protective equipment (PPE)</w:t>
            </w:r>
          </w:p>
          <w:p w14:paraId="217B0719" w14:textId="3BD4EDA2" w:rsidR="00AC520F" w:rsidRPr="00AC520F" w:rsidRDefault="00AC520F" w:rsidP="00AC520F">
            <w:pPr>
              <w:pStyle w:val="SIBulletList1"/>
            </w:pPr>
            <w:r w:rsidRPr="00AC520F">
              <w:t>principles and practices of low profile retaining walls</w:t>
            </w:r>
            <w:r w:rsidR="007E6E6A">
              <w:t>, including:</w:t>
            </w:r>
          </w:p>
          <w:p w14:paraId="07CC1E01" w14:textId="77777777" w:rsidR="00AC520F" w:rsidRPr="00AC520F" w:rsidRDefault="00AC520F" w:rsidP="007E6E6A">
            <w:pPr>
              <w:pStyle w:val="SIBulletList2"/>
            </w:pPr>
            <w:r w:rsidRPr="00AC520F">
              <w:t>construction approaches and methods</w:t>
            </w:r>
          </w:p>
          <w:p w14:paraId="3CA7D0A0" w14:textId="0019C912" w:rsidR="00AC520F" w:rsidRDefault="00AC520F" w:rsidP="007E6E6A">
            <w:pPr>
              <w:pStyle w:val="SIBulletList2"/>
            </w:pPr>
            <w:r w:rsidRPr="00AC520F">
              <w:t>construction materials for retaining walls</w:t>
            </w:r>
          </w:p>
          <w:p w14:paraId="78437534" w14:textId="56E912FA" w:rsidR="006E30B7" w:rsidRDefault="006E30B7" w:rsidP="007E6E6A">
            <w:pPr>
              <w:pStyle w:val="SIBulletList2"/>
            </w:pPr>
            <w:r>
              <w:t>drainage media and material use and placement</w:t>
            </w:r>
          </w:p>
          <w:p w14:paraId="521D16DE" w14:textId="1128A014" w:rsidR="002F7D52" w:rsidRPr="00AC520F" w:rsidRDefault="00B641E1" w:rsidP="007E6E6A">
            <w:pPr>
              <w:pStyle w:val="SIBulletList2"/>
            </w:pPr>
            <w:r>
              <w:t xml:space="preserve">protective membrane </w:t>
            </w:r>
            <w:r w:rsidR="002456B2">
              <w:t xml:space="preserve">installation </w:t>
            </w:r>
            <w:r w:rsidR="002F7D52">
              <w:t>methods</w:t>
            </w:r>
          </w:p>
          <w:p w14:paraId="0CFB4FD0" w14:textId="77777777" w:rsidR="00AC520F" w:rsidRPr="00AC520F" w:rsidRDefault="00AC520F" w:rsidP="007E6E6A">
            <w:pPr>
              <w:pStyle w:val="SIBulletList2"/>
            </w:pPr>
            <w:r w:rsidRPr="00AC520F">
              <w:t>safe lifting practices for large and heavy components</w:t>
            </w:r>
          </w:p>
          <w:p w14:paraId="20318F31" w14:textId="77521216" w:rsidR="00AC520F" w:rsidRPr="00AC520F" w:rsidRDefault="00AC520F" w:rsidP="007E6E6A">
            <w:pPr>
              <w:pStyle w:val="SIBulletList2"/>
            </w:pPr>
            <w:r w:rsidRPr="00AC520F">
              <w:t>soil and waste material</w:t>
            </w:r>
            <w:r w:rsidR="00F864AB">
              <w:t xml:space="preserve"> disposal methods</w:t>
            </w:r>
          </w:p>
          <w:p w14:paraId="284F2039" w14:textId="228CCF4E" w:rsidR="00AC520F" w:rsidRPr="00AC520F" w:rsidRDefault="00AC520F" w:rsidP="007E6E6A">
            <w:pPr>
              <w:pStyle w:val="SIBulletList2"/>
            </w:pPr>
            <w:r w:rsidRPr="00AC520F">
              <w:t>environmental effects of altering water flow when installing retaining walls with or without drainage media</w:t>
            </w:r>
          </w:p>
          <w:p w14:paraId="594042BC" w14:textId="0EF999D0" w:rsidR="00F1480E" w:rsidRPr="000754EC" w:rsidRDefault="00AC520F" w:rsidP="007E6E6A">
            <w:pPr>
              <w:pStyle w:val="SIBulletList2"/>
            </w:pPr>
            <w:r w:rsidRPr="00AC520F">
              <w:t>environmental impact of soil disturbance when excavating an area to be retained</w:t>
            </w:r>
            <w:r w:rsidR="00F864AB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E601DA" w:rsidRDefault="00DA54B5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5D76D224" w:rsidR="00DA54B5" w:rsidRPr="00E601DA" w:rsidRDefault="00DA54B5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31B5AED" w:rsidR="00DA54B5" w:rsidRPr="00E601DA" w:rsidRDefault="00F864AB" w:rsidP="00E601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2BE8ACEE" w:rsidR="00DA54B5" w:rsidRPr="00E601DA" w:rsidRDefault="00DA54B5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601DA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601DA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AB282A7" w14:textId="056ADA2C" w:rsidR="00DA54B5" w:rsidRDefault="00F864AB" w:rsidP="00E601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>work instructions applicable to constructing low-profile timber or modular retaining walls</w:t>
            </w:r>
          </w:p>
          <w:p w14:paraId="17D69926" w14:textId="495E9DDC" w:rsidR="00F864AB" w:rsidRPr="00E601DA" w:rsidRDefault="00F864AB" w:rsidP="00E601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tools, </w:t>
            </w:r>
            <w:proofErr w:type="gramStart"/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 xml:space="preserve"> and machinery applicable to constructing</w:t>
            </w:r>
            <w:r w:rsidR="00E601DA" w:rsidRPr="00E601DA">
              <w:rPr>
                <w:rStyle w:val="SITemporaryText-red"/>
                <w:rFonts w:eastAsia="Calibri"/>
                <w:color w:val="auto"/>
                <w:sz w:val="20"/>
              </w:rPr>
              <w:t xml:space="preserve"> low-profile timber or modular retaining walls</w:t>
            </w:r>
          </w:p>
          <w:p w14:paraId="4DDAD943" w14:textId="221F571D" w:rsidR="00E601DA" w:rsidRPr="007D7674" w:rsidRDefault="00F71442" w:rsidP="00D3128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3128E">
              <w:rPr>
                <w:rStyle w:val="SITemporaryText-red"/>
                <w:rFonts w:eastAsia="Calibri"/>
                <w:color w:val="auto"/>
                <w:sz w:val="20"/>
              </w:rPr>
              <w:t>PPE</w:t>
            </w:r>
            <w:r w:rsidR="00E601DA" w:rsidRPr="007D7674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low-profile timber or modular retaining walls construction work</w:t>
            </w:r>
          </w:p>
          <w:p w14:paraId="3D4B0BD2" w14:textId="7806D6C3" w:rsidR="00DA54B5" w:rsidRPr="00E601DA" w:rsidRDefault="00DA54B5" w:rsidP="00E601D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F4E1A14" w14:textId="77777777" w:rsidR="00F71442" w:rsidRPr="00F71442" w:rsidRDefault="00F71442" w:rsidP="00F7144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71442">
              <w:rPr>
                <w:rStyle w:val="SITemporaryText-red"/>
                <w:rFonts w:eastAsia="Calibri"/>
                <w:color w:val="auto"/>
                <w:sz w:val="20"/>
              </w:rPr>
              <w:t xml:space="preserve">workplace requirements applicable to health and safety in the workplace and constructing </w:t>
            </w:r>
            <w:r w:rsidRPr="00F71442">
              <w:rPr>
                <w:rStyle w:val="SITemporaryText-red"/>
                <w:color w:val="auto"/>
                <w:sz w:val="20"/>
              </w:rPr>
              <w:t>low-profile timber or modular retaining walls</w:t>
            </w:r>
          </w:p>
          <w:p w14:paraId="5EDE35FD" w14:textId="124B2891" w:rsidR="00DA54B5" w:rsidRPr="00E601DA" w:rsidRDefault="00E601DA" w:rsidP="00E601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rFonts w:eastAsia="Calibri"/>
                <w:color w:val="auto"/>
                <w:sz w:val="20"/>
              </w:rPr>
              <w:t>site plan</w:t>
            </w:r>
          </w:p>
          <w:p w14:paraId="0DCA1D1B" w14:textId="137E67F6" w:rsidR="00DA54B5" w:rsidRPr="00E601DA" w:rsidRDefault="00DA54B5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6B4C2138" w:rsidR="00DA54B5" w:rsidRPr="00E601DA" w:rsidRDefault="00E601DA" w:rsidP="00E601D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2108D858" w:rsidR="00DA54B5" w:rsidRPr="00E601DA" w:rsidRDefault="00DA54B5" w:rsidP="00E601D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3A45C269" w:rsidR="00DA54B5" w:rsidRPr="00E601DA" w:rsidRDefault="00E601DA" w:rsidP="00E601D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601DA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E601DA" w:rsidRDefault="00DA54B5" w:rsidP="00E601D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6F58C0F" w:rsidR="00DA54B5" w:rsidRPr="00E601DA" w:rsidRDefault="00DA54B5" w:rsidP="00E601DA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601D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21D705FE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23746F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CAA62" w14:textId="77777777" w:rsidR="00A33664" w:rsidRDefault="00A33664" w:rsidP="00BF3F0A">
      <w:r>
        <w:separator/>
      </w:r>
    </w:p>
    <w:p w14:paraId="59515BEC" w14:textId="77777777" w:rsidR="00A33664" w:rsidRDefault="00A33664"/>
  </w:endnote>
  <w:endnote w:type="continuationSeparator" w:id="0">
    <w:p w14:paraId="3E30156A" w14:textId="77777777" w:rsidR="00A33664" w:rsidRDefault="00A33664" w:rsidP="00BF3F0A">
      <w:r>
        <w:continuationSeparator/>
      </w:r>
    </w:p>
    <w:p w14:paraId="55B2534E" w14:textId="77777777" w:rsidR="00A33664" w:rsidRDefault="00A336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9C144" w14:textId="77777777" w:rsidR="00A33664" w:rsidRDefault="00A33664" w:rsidP="00BF3F0A">
      <w:r>
        <w:separator/>
      </w:r>
    </w:p>
    <w:p w14:paraId="10A82AFE" w14:textId="77777777" w:rsidR="00A33664" w:rsidRDefault="00A33664"/>
  </w:footnote>
  <w:footnote w:type="continuationSeparator" w:id="0">
    <w:p w14:paraId="17693EFC" w14:textId="77777777" w:rsidR="00A33664" w:rsidRDefault="00A33664" w:rsidP="00BF3F0A">
      <w:r>
        <w:continuationSeparator/>
      </w:r>
    </w:p>
    <w:p w14:paraId="3BA202A5" w14:textId="77777777" w:rsidR="00A33664" w:rsidRDefault="00A336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C7567E9" w:rsidR="009C2650" w:rsidRPr="00AC520F" w:rsidRDefault="00AC520F" w:rsidP="00AC520F">
    <w:r w:rsidRPr="00AC520F">
      <w:rPr>
        <w:lang w:eastAsia="en-US"/>
      </w:rPr>
      <w:t>AHCLSC202 Construct low-profile timber or modular retaining walls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9D3"/>
    <w:rsid w:val="001D7F5B"/>
    <w:rsid w:val="001E0849"/>
    <w:rsid w:val="001E16BC"/>
    <w:rsid w:val="001E16DF"/>
    <w:rsid w:val="001F2BA5"/>
    <w:rsid w:val="001F308D"/>
    <w:rsid w:val="001F4671"/>
    <w:rsid w:val="00201A7C"/>
    <w:rsid w:val="00204A8D"/>
    <w:rsid w:val="0021210E"/>
    <w:rsid w:val="0021414D"/>
    <w:rsid w:val="00223124"/>
    <w:rsid w:val="00233143"/>
    <w:rsid w:val="00234444"/>
    <w:rsid w:val="0023746F"/>
    <w:rsid w:val="00242293"/>
    <w:rsid w:val="00244EA7"/>
    <w:rsid w:val="002456B2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FFA"/>
    <w:rsid w:val="002F7D52"/>
    <w:rsid w:val="00305EFF"/>
    <w:rsid w:val="00310A6A"/>
    <w:rsid w:val="00311448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5436"/>
    <w:rsid w:val="003C7152"/>
    <w:rsid w:val="003D2E73"/>
    <w:rsid w:val="003E72B6"/>
    <w:rsid w:val="003E7BBE"/>
    <w:rsid w:val="004127E3"/>
    <w:rsid w:val="0043212E"/>
    <w:rsid w:val="00434366"/>
    <w:rsid w:val="00434ECE"/>
    <w:rsid w:val="00435D33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97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6B60"/>
    <w:rsid w:val="005708EB"/>
    <w:rsid w:val="00574E4C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E8E"/>
    <w:rsid w:val="006314AD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30B7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729"/>
    <w:rsid w:val="007444CF"/>
    <w:rsid w:val="00751F7E"/>
    <w:rsid w:val="00752810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864"/>
    <w:rsid w:val="007C5A2C"/>
    <w:rsid w:val="007D5A78"/>
    <w:rsid w:val="007D7674"/>
    <w:rsid w:val="007E3BD1"/>
    <w:rsid w:val="007E6C61"/>
    <w:rsid w:val="007E6E6A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C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7AA6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216A8"/>
    <w:rsid w:val="00A223A6"/>
    <w:rsid w:val="00A33664"/>
    <w:rsid w:val="00A3615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20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27D4"/>
    <w:rsid w:val="00B3508F"/>
    <w:rsid w:val="00B443EE"/>
    <w:rsid w:val="00B560C8"/>
    <w:rsid w:val="00B61150"/>
    <w:rsid w:val="00B641E1"/>
    <w:rsid w:val="00B65BC7"/>
    <w:rsid w:val="00B746B9"/>
    <w:rsid w:val="00B848D4"/>
    <w:rsid w:val="00B865B7"/>
    <w:rsid w:val="00B91B97"/>
    <w:rsid w:val="00BA1CB1"/>
    <w:rsid w:val="00BA4178"/>
    <w:rsid w:val="00BA482D"/>
    <w:rsid w:val="00BA6052"/>
    <w:rsid w:val="00BB1755"/>
    <w:rsid w:val="00BB23F4"/>
    <w:rsid w:val="00BC5075"/>
    <w:rsid w:val="00BC5419"/>
    <w:rsid w:val="00BD3B0F"/>
    <w:rsid w:val="00BD40A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DE1"/>
    <w:rsid w:val="00D05539"/>
    <w:rsid w:val="00D07D4E"/>
    <w:rsid w:val="00D115AA"/>
    <w:rsid w:val="00D145BE"/>
    <w:rsid w:val="00D2035A"/>
    <w:rsid w:val="00D20C57"/>
    <w:rsid w:val="00D25D16"/>
    <w:rsid w:val="00D3128E"/>
    <w:rsid w:val="00D32124"/>
    <w:rsid w:val="00D54C76"/>
    <w:rsid w:val="00D632BB"/>
    <w:rsid w:val="00D71E43"/>
    <w:rsid w:val="00D727F3"/>
    <w:rsid w:val="00D73695"/>
    <w:rsid w:val="00D810DE"/>
    <w:rsid w:val="00D87D32"/>
    <w:rsid w:val="00D90BC1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02F86"/>
    <w:rsid w:val="00E10071"/>
    <w:rsid w:val="00E238E6"/>
    <w:rsid w:val="00E34CD8"/>
    <w:rsid w:val="00E35064"/>
    <w:rsid w:val="00E3681D"/>
    <w:rsid w:val="00E40225"/>
    <w:rsid w:val="00E43468"/>
    <w:rsid w:val="00E501F0"/>
    <w:rsid w:val="00E601DA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442"/>
    <w:rsid w:val="00F71651"/>
    <w:rsid w:val="00F7276A"/>
    <w:rsid w:val="00F76191"/>
    <w:rsid w:val="00F76CC6"/>
    <w:rsid w:val="00F8149F"/>
    <w:rsid w:val="00F83D7C"/>
    <w:rsid w:val="00F864AB"/>
    <w:rsid w:val="00FB232E"/>
    <w:rsid w:val="00FD557D"/>
    <w:rsid w:val="00FE0282"/>
    <w:rsid w:val="00FE124D"/>
    <w:rsid w:val="00FE190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C81BA7-29D9-4592-8836-8BC493E73E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561E28-CD4D-44B2-AE08-AA112DECA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238</TotalTime>
  <Pages>5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31</cp:revision>
  <cp:lastPrinted>2016-05-27T05:21:00Z</cp:lastPrinted>
  <dcterms:created xsi:type="dcterms:W3CDTF">2020-08-25T06:08:00Z</dcterms:created>
  <dcterms:modified xsi:type="dcterms:W3CDTF">2021-06-08T06:36:00Z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